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AE6" w:rsidRDefault="000C5AE6" w:rsidP="00DF7AB0">
      <w:pPr>
        <w:jc w:val="center"/>
        <w:rPr>
          <w:rFonts w:ascii="黑体" w:eastAsia="黑体"/>
          <w:b/>
          <w:bCs/>
          <w:sz w:val="36"/>
          <w:szCs w:val="36"/>
        </w:rPr>
      </w:pPr>
    </w:p>
    <w:p w:rsidR="000C5AE6" w:rsidRDefault="000C5AE6" w:rsidP="00DF7AB0">
      <w:pPr>
        <w:jc w:val="center"/>
        <w:rPr>
          <w:rFonts w:ascii="黑体" w:eastAsia="黑体"/>
          <w:b/>
          <w:bCs/>
          <w:sz w:val="36"/>
          <w:szCs w:val="36"/>
        </w:rPr>
      </w:pPr>
      <w:r>
        <w:rPr>
          <w:rFonts w:ascii="黑体" w:eastAsia="黑体" w:cs="黑体" w:hint="eastAsia"/>
          <w:b/>
          <w:bCs/>
          <w:sz w:val="36"/>
          <w:szCs w:val="36"/>
        </w:rPr>
        <w:t>《科学社会主义》考试大纲</w:t>
      </w:r>
    </w:p>
    <w:p w:rsidR="000C5AE6" w:rsidRPr="00A74A9C" w:rsidRDefault="000C5AE6" w:rsidP="00A74A9C">
      <w:pPr>
        <w:spacing w:line="360" w:lineRule="auto"/>
        <w:rPr>
          <w:rFonts w:ascii="Arial" w:eastAsia="黑体" w:hAnsi="Arial"/>
          <w:b/>
          <w:bCs/>
          <w:sz w:val="28"/>
          <w:szCs w:val="28"/>
        </w:rPr>
      </w:pPr>
      <w:r>
        <w:rPr>
          <w:rFonts w:ascii="Arial" w:eastAsia="黑体" w:hAnsi="Arial" w:cs="黑体" w:hint="eastAsia"/>
          <w:b/>
          <w:bCs/>
          <w:sz w:val="28"/>
          <w:szCs w:val="28"/>
        </w:rPr>
        <w:t>注意：本大纲为参考性考试大纲，是考生需要掌握的基本内容。</w:t>
      </w:r>
    </w:p>
    <w:p w:rsidR="000C5AE6" w:rsidRDefault="000C5AE6" w:rsidP="00DF7AB0">
      <w:pPr>
        <w:jc w:val="center"/>
        <w:rPr>
          <w:rFonts w:ascii="黑体" w:eastAsia="黑体"/>
          <w:b/>
          <w:bCs/>
          <w:sz w:val="36"/>
          <w:szCs w:val="36"/>
        </w:rPr>
      </w:pPr>
    </w:p>
    <w:p w:rsidR="000C5AE6" w:rsidRDefault="000C5AE6" w:rsidP="00DF7AB0">
      <w:pPr>
        <w:rPr>
          <w:rFonts w:eastAsia="黑体"/>
          <w:b/>
          <w:bCs/>
          <w:sz w:val="30"/>
          <w:szCs w:val="30"/>
        </w:rPr>
      </w:pPr>
      <w:r>
        <w:rPr>
          <w:rFonts w:eastAsia="黑体" w:cs="黑体" w:hint="eastAsia"/>
          <w:b/>
          <w:bCs/>
          <w:sz w:val="30"/>
          <w:szCs w:val="30"/>
        </w:rPr>
        <w:t>一、研究对象和性质</w:t>
      </w:r>
    </w:p>
    <w:p w:rsidR="000C5AE6" w:rsidRDefault="000C5AE6" w:rsidP="0025248D">
      <w:pPr>
        <w:ind w:firstLineChars="200" w:firstLine="31680"/>
        <w:rPr>
          <w:sz w:val="24"/>
          <w:szCs w:val="24"/>
        </w:rPr>
      </w:pPr>
      <w:r>
        <w:rPr>
          <w:rFonts w:cs="宋体" w:hint="eastAsia"/>
          <w:sz w:val="24"/>
          <w:szCs w:val="24"/>
        </w:rPr>
        <w:t>科学社会主义，又称马克思主义社会主义学，是马克思主义理论的核心内容，它以无产阶级解放的性质、条件和一般目的为研究对象，旨在廓清人类实现社会主义和共产主义社会的基本价值－条件系统，为无产阶级改变资本主义世界、建设社会主义世界提供理论指南。所以，科学社会主义是一门综合性学科，它将理论与实践、世界与中国、历史、现实与未来紧密结合，政治、经济、文化等各个方面融为一炉，对人类实现理想社会的进程和规律做整体研究。</w:t>
      </w:r>
    </w:p>
    <w:p w:rsidR="000C5AE6" w:rsidRDefault="000C5AE6" w:rsidP="00DF7AB0">
      <w:pPr>
        <w:rPr>
          <w:rFonts w:eastAsia="黑体"/>
          <w:b/>
          <w:bCs/>
          <w:sz w:val="30"/>
          <w:szCs w:val="30"/>
        </w:rPr>
      </w:pPr>
      <w:r>
        <w:rPr>
          <w:rFonts w:eastAsia="黑体" w:cs="黑体" w:hint="eastAsia"/>
          <w:b/>
          <w:bCs/>
          <w:sz w:val="30"/>
          <w:szCs w:val="30"/>
        </w:rPr>
        <w:t>二、学习目的和任务</w:t>
      </w:r>
    </w:p>
    <w:p w:rsidR="000C5AE6" w:rsidRDefault="000C5AE6" w:rsidP="0025248D">
      <w:pPr>
        <w:ind w:firstLineChars="200" w:firstLine="31680"/>
        <w:rPr>
          <w:sz w:val="24"/>
          <w:szCs w:val="24"/>
        </w:rPr>
      </w:pPr>
      <w:r>
        <w:rPr>
          <w:rFonts w:cs="宋体" w:hint="eastAsia"/>
          <w:sz w:val="24"/>
          <w:szCs w:val="24"/>
        </w:rPr>
        <w:t>本课程是以马克思主义关于人类实现社会主义和共产主义社会的基本价值－条件系统为理论核心和研究指南，结合一个半多世纪以来世界各国社会主义思潮、理论和实践发展的历史，充分展示社会主义从空想到科学、从理论到实践、从一国到多国、从一种模式到多种模式，最终回归现实生活大地的曲折探索历程，</w:t>
      </w:r>
      <w:r>
        <w:rPr>
          <w:rFonts w:cs="宋体" w:hint="eastAsia"/>
          <w:color w:val="000000"/>
          <w:sz w:val="24"/>
          <w:szCs w:val="24"/>
        </w:rPr>
        <w:t>围绕什么是社会主义、怎样建设社会义这个根本问题，</w:t>
      </w:r>
      <w:r>
        <w:rPr>
          <w:rFonts w:cs="宋体" w:hint="eastAsia"/>
          <w:sz w:val="24"/>
          <w:szCs w:val="24"/>
        </w:rPr>
        <w:t>认真总结和反思科学社会主义在实践中的成功经验和失败教训，澄清科学社会主义一般目的及其实现条件系统，彰显社会主义的本质，认清当今资本主义的新变化、新调整以及社会主义改革发展的新动态和大趋势，帮助大学生树立正确的世界观、人生观、价值观和共产主义远大理想，增强他们走建设有中国特色社会主义道路的自觉性和坚定性，提高他们的政治思想水平和理论思维能力。</w:t>
      </w:r>
    </w:p>
    <w:p w:rsidR="000C5AE6" w:rsidRDefault="000C5AE6" w:rsidP="001C1E61">
      <w:pPr>
        <w:spacing w:line="440" w:lineRule="exact"/>
        <w:outlineLvl w:val="2"/>
        <w:rPr>
          <w:rFonts w:eastAsia="黑体"/>
          <w:b/>
          <w:bCs/>
          <w:sz w:val="30"/>
          <w:szCs w:val="30"/>
        </w:rPr>
      </w:pPr>
      <w:r>
        <w:rPr>
          <w:rFonts w:ascii="黑体" w:eastAsia="黑体" w:hAnsi="宋体" w:cs="黑体" w:hint="eastAsia"/>
          <w:b/>
          <w:bCs/>
          <w:sz w:val="30"/>
          <w:szCs w:val="30"/>
        </w:rPr>
        <w:t>三、</w:t>
      </w:r>
      <w:r>
        <w:rPr>
          <w:rFonts w:eastAsia="黑体" w:cs="黑体" w:hint="eastAsia"/>
          <w:b/>
          <w:bCs/>
          <w:sz w:val="30"/>
          <w:szCs w:val="30"/>
        </w:rPr>
        <w:t>考核的知识点</w:t>
      </w:r>
    </w:p>
    <w:p w:rsidR="000C5AE6" w:rsidRDefault="000C5AE6" w:rsidP="0025248D">
      <w:pPr>
        <w:ind w:firstLineChars="196" w:firstLine="31680"/>
        <w:rPr>
          <w:rFonts w:ascii="楷体_GB2312" w:eastAsia="楷体_GB2312"/>
          <w:b/>
          <w:bCs/>
          <w:sz w:val="28"/>
          <w:szCs w:val="28"/>
        </w:rPr>
      </w:pPr>
      <w:r>
        <w:rPr>
          <w:rFonts w:ascii="楷体_GB2312" w:eastAsia="楷体_GB2312" w:cs="楷体_GB2312" w:hint="eastAsia"/>
          <w:b/>
          <w:bCs/>
          <w:sz w:val="28"/>
          <w:szCs w:val="28"/>
        </w:rPr>
        <w:t>绪论</w:t>
      </w:r>
    </w:p>
    <w:p w:rsidR="000C5AE6" w:rsidRDefault="000C5AE6" w:rsidP="0025248D">
      <w:pPr>
        <w:ind w:firstLineChars="200" w:firstLine="31680"/>
        <w:rPr>
          <w:sz w:val="24"/>
          <w:szCs w:val="24"/>
        </w:rPr>
      </w:pPr>
      <w:r>
        <w:rPr>
          <w:rFonts w:cs="宋体" w:hint="eastAsia"/>
          <w:sz w:val="24"/>
          <w:szCs w:val="24"/>
        </w:rPr>
        <w:t>科学社会主义的研究对象和学科性质；科学社会主义在马克思主义理论体系中的地位；科学社会主义在发展中的几次历史性飞跃。</w:t>
      </w:r>
    </w:p>
    <w:p w:rsidR="000C5AE6" w:rsidRDefault="000C5AE6" w:rsidP="0025248D">
      <w:pPr>
        <w:ind w:firstLineChars="196" w:firstLine="31680"/>
        <w:rPr>
          <w:rFonts w:ascii="楷体_GB2312" w:eastAsia="楷体_GB2312"/>
          <w:b/>
          <w:bCs/>
          <w:sz w:val="28"/>
          <w:szCs w:val="28"/>
        </w:rPr>
      </w:pPr>
      <w:r>
        <w:rPr>
          <w:rFonts w:ascii="楷体_GB2312" w:eastAsia="楷体_GB2312" w:cs="楷体_GB2312" w:hint="eastAsia"/>
          <w:b/>
          <w:bCs/>
          <w:sz w:val="28"/>
          <w:szCs w:val="28"/>
        </w:rPr>
        <w:t>一、社会主义从空想到科学的发展</w:t>
      </w:r>
    </w:p>
    <w:p w:rsidR="000C5AE6" w:rsidRDefault="000C5AE6" w:rsidP="0025248D">
      <w:pPr>
        <w:ind w:firstLineChars="200" w:firstLine="31680"/>
        <w:rPr>
          <w:sz w:val="24"/>
          <w:szCs w:val="24"/>
        </w:rPr>
      </w:pPr>
      <w:r>
        <w:rPr>
          <w:rFonts w:cs="宋体" w:hint="eastAsia"/>
          <w:sz w:val="24"/>
          <w:szCs w:val="24"/>
        </w:rPr>
        <w:t>空想社会主义发展的历史轨迹；文艺复兴、宗教改革、启蒙运动对空想社会主义产生和发展的影响；空想社会主义的基本理论主张；空想社会主义的历史功绩；空想社会主义的时代局限；对空想社会主义的基本评价。</w:t>
      </w:r>
    </w:p>
    <w:p w:rsidR="000C5AE6" w:rsidRDefault="000C5AE6" w:rsidP="0025248D">
      <w:pPr>
        <w:ind w:firstLineChars="200" w:firstLine="31680"/>
        <w:rPr>
          <w:sz w:val="24"/>
          <w:szCs w:val="24"/>
        </w:rPr>
      </w:pPr>
      <w:r>
        <w:rPr>
          <w:rFonts w:cs="宋体" w:hint="eastAsia"/>
          <w:sz w:val="24"/>
          <w:szCs w:val="24"/>
        </w:rPr>
        <w:t>社会主义从空想到科学飞跃的理论基石；科学社会主义诞生的历史条件和意义；《共产党宣言》的基本内容及其与科学社会主义理论的诞生；马克思和恩格斯阐述的科学社会主义基本原则及其现代意义；马克思恩格斯晚年对于社会主义实践经验的新总结；科学社会主义是一个开放的、发展的体系。</w:t>
      </w:r>
    </w:p>
    <w:p w:rsidR="000C5AE6" w:rsidRDefault="000C5AE6" w:rsidP="0025248D">
      <w:pPr>
        <w:ind w:firstLineChars="200" w:firstLine="31680"/>
        <w:rPr>
          <w:rFonts w:ascii="楷体_GB2312" w:eastAsia="楷体_GB2312" w:hAnsi="宋体"/>
          <w:b/>
          <w:bCs/>
          <w:sz w:val="28"/>
          <w:szCs w:val="28"/>
        </w:rPr>
      </w:pPr>
      <w:r>
        <w:rPr>
          <w:rFonts w:ascii="楷体_GB2312" w:eastAsia="楷体_GB2312" w:hAnsi="宋体" w:cs="楷体_GB2312" w:hint="eastAsia"/>
          <w:b/>
          <w:bCs/>
          <w:sz w:val="28"/>
          <w:szCs w:val="28"/>
        </w:rPr>
        <w:t>二、社会主义由理论到实践的伟大飞跃及曲折发展</w:t>
      </w:r>
    </w:p>
    <w:p w:rsidR="000C5AE6" w:rsidRDefault="000C5AE6" w:rsidP="0025248D">
      <w:pPr>
        <w:ind w:firstLineChars="200" w:firstLine="31680"/>
        <w:rPr>
          <w:rFonts w:ascii="宋体"/>
          <w:sz w:val="24"/>
          <w:szCs w:val="24"/>
        </w:rPr>
      </w:pPr>
      <w:r>
        <w:rPr>
          <w:rFonts w:ascii="宋体" w:hAnsi="宋体" w:cs="宋体" w:hint="eastAsia"/>
          <w:sz w:val="24"/>
          <w:szCs w:val="24"/>
        </w:rPr>
        <w:t>列宁关于帝国主义的理论；列宁关于社会主义可能在不发达国家首先取得胜利的理论；俄国十月革命胜利的伟大意义；战时共产主义政策及其向新经济政策的转变；新经济政策的主要内容和现实意义；列宁对科学社会主义理论的新贡献。</w:t>
      </w:r>
    </w:p>
    <w:p w:rsidR="000C5AE6" w:rsidRDefault="000C5AE6" w:rsidP="0025248D">
      <w:pPr>
        <w:ind w:firstLineChars="200" w:firstLine="31680"/>
        <w:rPr>
          <w:rFonts w:ascii="宋体"/>
          <w:sz w:val="24"/>
          <w:szCs w:val="24"/>
        </w:rPr>
      </w:pPr>
      <w:r>
        <w:rPr>
          <w:rFonts w:ascii="宋体" w:hAnsi="宋体" w:cs="宋体" w:hint="eastAsia"/>
          <w:sz w:val="24"/>
          <w:szCs w:val="24"/>
        </w:rPr>
        <w:t>列宁去世后党内的激烈斗争</w:t>
      </w:r>
      <w:r>
        <w:rPr>
          <w:rFonts w:cs="宋体" w:hint="eastAsia"/>
          <w:sz w:val="24"/>
          <w:szCs w:val="24"/>
        </w:rPr>
        <w:t>；</w:t>
      </w:r>
      <w:r>
        <w:rPr>
          <w:rFonts w:ascii="宋体" w:hAnsi="宋体" w:cs="宋体" w:hint="eastAsia"/>
          <w:sz w:val="24"/>
          <w:szCs w:val="24"/>
        </w:rPr>
        <w:t>苏联模式的形成、特点和主要弊端；战后社会主义从一国到十六国的发展；东欧国家走向社会主义的新特点和新探索；苏联强行推广自己的模式；苏联东欧国家的改革历程和经验教训；苏联东欧国家剧变的根本原因和历史教训。</w:t>
      </w:r>
    </w:p>
    <w:p w:rsidR="000C5AE6" w:rsidRDefault="000C5AE6" w:rsidP="0025248D">
      <w:pPr>
        <w:ind w:firstLineChars="196" w:firstLine="31680"/>
        <w:rPr>
          <w:rFonts w:ascii="楷体_GB2312" w:eastAsia="楷体_GB2312" w:hAnsi="宋体"/>
          <w:b/>
          <w:bCs/>
          <w:sz w:val="28"/>
          <w:szCs w:val="28"/>
        </w:rPr>
      </w:pPr>
      <w:r>
        <w:rPr>
          <w:rFonts w:ascii="楷体_GB2312" w:eastAsia="楷体_GB2312" w:hAnsi="宋体" w:cs="楷体_GB2312" w:hint="eastAsia"/>
          <w:b/>
          <w:bCs/>
          <w:sz w:val="28"/>
          <w:szCs w:val="28"/>
        </w:rPr>
        <w:t>三、全球化浪潮下的世界社会主义理论与实践</w:t>
      </w:r>
    </w:p>
    <w:p w:rsidR="000C5AE6" w:rsidRDefault="000C5AE6" w:rsidP="0025248D">
      <w:pPr>
        <w:ind w:firstLineChars="200" w:firstLine="31680"/>
        <w:rPr>
          <w:rFonts w:ascii="宋体"/>
          <w:sz w:val="24"/>
          <w:szCs w:val="24"/>
        </w:rPr>
      </w:pPr>
      <w:r>
        <w:rPr>
          <w:rFonts w:ascii="宋体" w:hAnsi="宋体" w:cs="宋体" w:hint="eastAsia"/>
          <w:sz w:val="24"/>
          <w:szCs w:val="24"/>
        </w:rPr>
        <w:t>越南社会主义改革的理论与实践；古巴社会主义改革理论与实践；老挝社会主义改革理论与实践；朝鲜社会主义政策调整的理论与实践。</w:t>
      </w:r>
    </w:p>
    <w:p w:rsidR="000C5AE6" w:rsidRDefault="000C5AE6" w:rsidP="0025248D">
      <w:pPr>
        <w:ind w:firstLineChars="200" w:firstLine="31680"/>
        <w:rPr>
          <w:rFonts w:ascii="宋体"/>
          <w:sz w:val="24"/>
          <w:szCs w:val="24"/>
        </w:rPr>
      </w:pPr>
      <w:r>
        <w:rPr>
          <w:rFonts w:ascii="宋体" w:hAnsi="宋体" w:cs="宋体" w:hint="eastAsia"/>
          <w:sz w:val="24"/>
          <w:szCs w:val="24"/>
        </w:rPr>
        <w:t>全球化及其基本特征；全球化时代资本主义是新变化；当代资本主义的种种矛盾和资本主义社会中的社会主义因素；冷战后资本主义世界共产党的新变化；民主社会主义的主要理论主张及其评价；生态社会主义的主要理论主张及其评价；原苏联东欧地区左翼力量迭起的原因；原苏联东欧地区社会主义运动发展的前景。</w:t>
      </w:r>
    </w:p>
    <w:p w:rsidR="000C5AE6" w:rsidRDefault="000C5AE6" w:rsidP="0025248D">
      <w:pPr>
        <w:ind w:firstLineChars="196" w:firstLine="31680"/>
        <w:rPr>
          <w:rFonts w:ascii="楷体_GB2312" w:eastAsia="楷体_GB2312"/>
          <w:b/>
          <w:bCs/>
          <w:sz w:val="28"/>
          <w:szCs w:val="28"/>
        </w:rPr>
      </w:pPr>
      <w:r>
        <w:rPr>
          <w:rFonts w:ascii="楷体_GB2312" w:eastAsia="楷体_GB2312" w:cs="楷体_GB2312" w:hint="eastAsia"/>
          <w:b/>
          <w:bCs/>
          <w:sz w:val="28"/>
          <w:szCs w:val="28"/>
        </w:rPr>
        <w:t>结束语</w:t>
      </w:r>
    </w:p>
    <w:p w:rsidR="000C5AE6" w:rsidRDefault="000C5AE6" w:rsidP="0025248D">
      <w:pPr>
        <w:ind w:firstLineChars="200" w:firstLine="31680"/>
        <w:rPr>
          <w:sz w:val="24"/>
          <w:szCs w:val="24"/>
        </w:rPr>
      </w:pPr>
      <w:r>
        <w:rPr>
          <w:rFonts w:cs="宋体" w:hint="eastAsia"/>
          <w:sz w:val="24"/>
          <w:szCs w:val="24"/>
        </w:rPr>
        <w:t>科学社会主义理论与实践的历史贡献；科学社会主义道路的曲折性及其光明前途；社会主义代替资本主义的复杂性和长期性。</w:t>
      </w:r>
    </w:p>
    <w:p w:rsidR="000C5AE6" w:rsidRPr="00DF7AB0" w:rsidRDefault="000C5AE6"/>
    <w:sectPr w:rsidR="000C5AE6" w:rsidRPr="00DF7AB0" w:rsidSect="00AF3524">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5AE6" w:rsidRDefault="000C5AE6" w:rsidP="001C1E61">
      <w:r>
        <w:separator/>
      </w:r>
    </w:p>
  </w:endnote>
  <w:endnote w:type="continuationSeparator" w:id="0">
    <w:p w:rsidR="000C5AE6" w:rsidRDefault="000C5AE6" w:rsidP="001C1E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楷体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5AE6" w:rsidRDefault="000C5AE6" w:rsidP="001C1E61">
      <w:r>
        <w:separator/>
      </w:r>
    </w:p>
  </w:footnote>
  <w:footnote w:type="continuationSeparator" w:id="0">
    <w:p w:rsidR="000C5AE6" w:rsidRDefault="000C5AE6" w:rsidP="001C1E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AE6" w:rsidRDefault="000C5AE6" w:rsidP="001C1E61">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4"/>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7AB0"/>
    <w:rsid w:val="00043131"/>
    <w:rsid w:val="000C5AE6"/>
    <w:rsid w:val="00110DDF"/>
    <w:rsid w:val="0011795B"/>
    <w:rsid w:val="00171107"/>
    <w:rsid w:val="001C1E61"/>
    <w:rsid w:val="00214540"/>
    <w:rsid w:val="0025248D"/>
    <w:rsid w:val="0055203C"/>
    <w:rsid w:val="00747D06"/>
    <w:rsid w:val="007F0AC4"/>
    <w:rsid w:val="00975B11"/>
    <w:rsid w:val="00A74A9C"/>
    <w:rsid w:val="00AF3524"/>
    <w:rsid w:val="00DF7AB0"/>
    <w:rsid w:val="00E9182F"/>
    <w:rsid w:val="00F3205D"/>
    <w:rsid w:val="00FA7CF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AB0"/>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1C1E6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1C1E61"/>
    <w:rPr>
      <w:rFonts w:ascii="Times New Roman" w:eastAsia="宋体" w:hAnsi="Times New Roman" w:cs="Times New Roman"/>
      <w:sz w:val="18"/>
      <w:szCs w:val="18"/>
    </w:rPr>
  </w:style>
  <w:style w:type="paragraph" w:styleId="Footer">
    <w:name w:val="footer"/>
    <w:basedOn w:val="Normal"/>
    <w:link w:val="FooterChar"/>
    <w:uiPriority w:val="99"/>
    <w:semiHidden/>
    <w:rsid w:val="001C1E6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1C1E6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476803048">
      <w:marLeft w:val="0"/>
      <w:marRight w:val="0"/>
      <w:marTop w:val="0"/>
      <w:marBottom w:val="0"/>
      <w:divBdr>
        <w:top w:val="none" w:sz="0" w:space="0" w:color="auto"/>
        <w:left w:val="none" w:sz="0" w:space="0" w:color="auto"/>
        <w:bottom w:val="none" w:sz="0" w:space="0" w:color="auto"/>
        <w:right w:val="none" w:sz="0" w:space="0" w:color="auto"/>
      </w:divBdr>
    </w:div>
    <w:div w:id="14768030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2</Pages>
  <Words>215</Words>
  <Characters>1226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Lenovo</cp:lastModifiedBy>
  <cp:revision>5</cp:revision>
  <cp:lastPrinted>2015-09-01T01:48:00Z</cp:lastPrinted>
  <dcterms:created xsi:type="dcterms:W3CDTF">2015-08-31T14:45:00Z</dcterms:created>
  <dcterms:modified xsi:type="dcterms:W3CDTF">2016-10-14T03:15:00Z</dcterms:modified>
</cp:coreProperties>
</file>